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76" w:rsidRDefault="00E67F6C" w:rsidP="000D73EA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0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3 №___ от______2018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E7BCD" w:rsidRPr="000D73EA" w:rsidRDefault="000D73EA" w:rsidP="000D73EA">
      <w:pPr>
        <w:spacing w:after="0" w:line="240" w:lineRule="auto"/>
        <w:ind w:left="720"/>
        <w:jc w:val="right"/>
        <w:rPr>
          <w:rFonts w:ascii="Times New Roman" w:hAnsi="Times New Roman" w:cs="Times New Roman"/>
          <w:b/>
          <w:sz w:val="20"/>
        </w:rPr>
      </w:pPr>
      <w:r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стр. 1 отчета</w:t>
      </w:r>
      <w:r w:rsidR="00E67F6C" w:rsidRPr="000D73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10"/>
      <w:bookmarkEnd w:id="0"/>
      <w:r w:rsidRPr="003455A1">
        <w:rPr>
          <w:rFonts w:ascii="Times New Roman" w:hAnsi="Times New Roman" w:cs="Times New Roman"/>
          <w:sz w:val="24"/>
          <w:szCs w:val="24"/>
        </w:rPr>
        <w:t>ОТЧЕТ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о </w:t>
      </w:r>
      <w:r w:rsidR="005274AE">
        <w:rPr>
          <w:rFonts w:ascii="Times New Roman" w:hAnsi="Times New Roman" w:cs="Times New Roman"/>
          <w:sz w:val="24"/>
          <w:szCs w:val="24"/>
        </w:rPr>
        <w:t xml:space="preserve">достижении </w:t>
      </w:r>
      <w:r w:rsidRPr="003455A1">
        <w:rPr>
          <w:rFonts w:ascii="Times New Roman" w:hAnsi="Times New Roman" w:cs="Times New Roman"/>
          <w:sz w:val="24"/>
          <w:szCs w:val="24"/>
        </w:rPr>
        <w:t>целевых показателях результативности</w:t>
      </w:r>
    </w:p>
    <w:p w:rsidR="00BE7BCD" w:rsidRPr="003455A1" w:rsidRDefault="00D209F0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</w:t>
      </w:r>
      <w:r w:rsidR="00A27C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CE9">
        <w:rPr>
          <w:rFonts w:ascii="Times New Roman" w:hAnsi="Times New Roman" w:cs="Times New Roman"/>
          <w:sz w:val="24"/>
          <w:szCs w:val="24"/>
        </w:rPr>
        <w:t>Большедворск</w:t>
      </w:r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BE7BCD" w:rsidRPr="000D73EA" w:rsidRDefault="00BE7BCD" w:rsidP="00BE7BC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3EA">
        <w:rPr>
          <w:rFonts w:ascii="Times New Roman" w:hAnsi="Times New Roman" w:cs="Times New Roman"/>
          <w:b/>
          <w:sz w:val="24"/>
          <w:szCs w:val="24"/>
        </w:rPr>
        <w:t>(</w:t>
      </w:r>
      <w:r w:rsidR="005274AE" w:rsidRPr="000D73EA">
        <w:rPr>
          <w:rFonts w:ascii="Times New Roman" w:hAnsi="Times New Roman" w:cs="Times New Roman"/>
          <w:b/>
          <w:sz w:val="24"/>
          <w:szCs w:val="24"/>
        </w:rPr>
        <w:t>наименование муниципального образования</w:t>
      </w:r>
      <w:r w:rsidRPr="000D73EA">
        <w:rPr>
          <w:rFonts w:ascii="Times New Roman" w:hAnsi="Times New Roman" w:cs="Times New Roman"/>
          <w:b/>
          <w:sz w:val="24"/>
          <w:szCs w:val="24"/>
        </w:rPr>
        <w:t>)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="00D20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55A1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D209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455A1"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Pr="003455A1">
        <w:rPr>
          <w:rFonts w:ascii="Times New Roman" w:hAnsi="Times New Roman" w:cs="Times New Roman"/>
          <w:sz w:val="24"/>
          <w:szCs w:val="24"/>
        </w:rPr>
        <w:t xml:space="preserve"> предоставляется Субсидия</w:t>
      </w:r>
    </w:p>
    <w:p w:rsidR="00BE7BCD" w:rsidRPr="003455A1" w:rsidRDefault="00BE7BCD" w:rsidP="00BE7B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55A1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A27CE9">
        <w:rPr>
          <w:rFonts w:ascii="Times New Roman" w:hAnsi="Times New Roman" w:cs="Times New Roman"/>
          <w:sz w:val="24"/>
          <w:szCs w:val="24"/>
        </w:rPr>
        <w:t xml:space="preserve">01 </w:t>
      </w:r>
      <w:r w:rsidR="00770DDA">
        <w:rPr>
          <w:rFonts w:ascii="Times New Roman" w:hAnsi="Times New Roman" w:cs="Times New Roman"/>
          <w:sz w:val="24"/>
          <w:szCs w:val="24"/>
        </w:rPr>
        <w:t>апреля</w:t>
      </w:r>
      <w:r w:rsidR="00A8200C">
        <w:rPr>
          <w:rFonts w:ascii="Times New Roman" w:hAnsi="Times New Roman" w:cs="Times New Roman"/>
          <w:sz w:val="24"/>
          <w:szCs w:val="24"/>
        </w:rPr>
        <w:t xml:space="preserve"> </w:t>
      </w:r>
      <w:r w:rsidRPr="003455A1">
        <w:rPr>
          <w:rFonts w:ascii="Times New Roman" w:hAnsi="Times New Roman" w:cs="Times New Roman"/>
          <w:sz w:val="24"/>
          <w:szCs w:val="24"/>
        </w:rPr>
        <w:t>20</w:t>
      </w:r>
      <w:r w:rsidR="00A8200C">
        <w:rPr>
          <w:rFonts w:ascii="Times New Roman" w:hAnsi="Times New Roman" w:cs="Times New Roman"/>
          <w:sz w:val="24"/>
          <w:szCs w:val="24"/>
        </w:rPr>
        <w:t>20</w:t>
      </w:r>
      <w:r w:rsidRPr="003455A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BCD" w:rsidRPr="002115FC" w:rsidRDefault="005274AE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</w:t>
      </w:r>
      <w:r w:rsidR="000523E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одичность</w:t>
      </w:r>
      <w:r w:rsidR="003455A1" w:rsidRPr="0034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ежемесячная </w:t>
      </w:r>
    </w:p>
    <w:tbl>
      <w:tblPr>
        <w:tblStyle w:val="11"/>
        <w:tblW w:w="1424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720"/>
        <w:gridCol w:w="8134"/>
        <w:gridCol w:w="1843"/>
        <w:gridCol w:w="1701"/>
        <w:gridCol w:w="1843"/>
      </w:tblGrid>
      <w:tr w:rsidR="00BE7BCD" w:rsidRPr="002115FC" w:rsidTr="003455A1">
        <w:trPr>
          <w:trHeight w:val="64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proofErr w:type="gramEnd"/>
            <w:r w:rsidRPr="002115FC">
              <w:rPr>
                <w:rFonts w:eastAsiaTheme="minorHAns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Наименование целевого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BE7BCD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 на отчетную дату</w:t>
            </w:r>
          </w:p>
        </w:tc>
      </w:tr>
      <w:tr w:rsidR="00BE7BCD" w:rsidRPr="002115FC" w:rsidTr="003455A1">
        <w:trPr>
          <w:trHeight w:val="5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464922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Соотношение средней заработной платы работников муниципальных учреждений культуры к средней заработной плате в Ленинградской области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r w:rsidR="00464922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43820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,00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B53CD" w:rsidRDefault="00A8200C" w:rsidP="0083380A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83,5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BCD" w:rsidRPr="002B53CD" w:rsidRDefault="00A8200C" w:rsidP="00802E9C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8</w:t>
            </w:r>
            <w:r w:rsidR="00802E9C" w:rsidRPr="002B53CD">
              <w:rPr>
                <w:sz w:val="24"/>
                <w:szCs w:val="24"/>
              </w:rPr>
              <w:t>3</w:t>
            </w:r>
            <w:r w:rsidRPr="002B53CD">
              <w:rPr>
                <w:sz w:val="24"/>
                <w:szCs w:val="24"/>
              </w:rPr>
              <w:t>,</w:t>
            </w:r>
            <w:r w:rsidR="00802E9C" w:rsidRPr="002B53CD">
              <w:rPr>
                <w:sz w:val="24"/>
                <w:szCs w:val="24"/>
              </w:rPr>
              <w:t>5</w:t>
            </w:r>
          </w:p>
        </w:tc>
      </w:tr>
      <w:tr w:rsidR="00BE7BCD" w:rsidRPr="002115FC" w:rsidTr="003455A1">
        <w:trPr>
          <w:trHeight w:val="1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BE7BCD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2115FC">
              <w:rPr>
                <w:rFonts w:eastAsia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BCD" w:rsidRPr="002115FC" w:rsidRDefault="003455A1" w:rsidP="00A8200C">
            <w:pPr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начение заработной платы работников муниципальных учреждений культуры на 20</w:t>
            </w:r>
            <w:r w:rsidR="00A8200C">
              <w:rPr>
                <w:rFonts w:eastAsiaTheme="minorHAnsi"/>
                <w:sz w:val="24"/>
                <w:szCs w:val="24"/>
                <w:lang w:eastAsia="en-US"/>
              </w:rPr>
              <w:t>20</w:t>
            </w:r>
            <w:r w:rsidRPr="003455A1">
              <w:rPr>
                <w:rFonts w:eastAsiaTheme="minorHAnsi"/>
                <w:sz w:val="24"/>
                <w:szCs w:val="24"/>
                <w:lang w:eastAsia="en-US"/>
              </w:rPr>
              <w:t xml:space="preserve"> го</w:t>
            </w:r>
            <w:proofErr w:type="gramStart"/>
            <w:r w:rsidRPr="003455A1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(</w:t>
            </w:r>
            <w:proofErr w:type="gramEnd"/>
            <w:r w:rsidR="006C0710" w:rsidRPr="006C0710">
              <w:rPr>
                <w:rFonts w:eastAsiaTheme="minorHAnsi"/>
                <w:color w:val="C6D9F1" w:themeColor="text2" w:themeTint="33"/>
                <w:sz w:val="24"/>
                <w:szCs w:val="24"/>
                <w:lang w:eastAsia="en-US"/>
              </w:rPr>
              <w:t>дорожная карта)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BCD" w:rsidRPr="002115FC" w:rsidRDefault="003455A1" w:rsidP="002115FC">
            <w:pPr>
              <w:spacing w:after="200" w:line="276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B53CD" w:rsidRDefault="00A8200C" w:rsidP="00805630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36590,8</w:t>
            </w:r>
            <w:r w:rsidR="00A25101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BCD" w:rsidRPr="002B53CD" w:rsidRDefault="00A8200C" w:rsidP="00314326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36</w:t>
            </w:r>
            <w:r w:rsidR="002169E0" w:rsidRPr="002B53CD">
              <w:rPr>
                <w:sz w:val="24"/>
                <w:szCs w:val="24"/>
              </w:rPr>
              <w:t>59</w:t>
            </w:r>
            <w:r w:rsidR="00F56995">
              <w:rPr>
                <w:sz w:val="24"/>
                <w:szCs w:val="24"/>
              </w:rPr>
              <w:t>0</w:t>
            </w:r>
            <w:r w:rsidR="002169E0" w:rsidRPr="002B53CD">
              <w:rPr>
                <w:sz w:val="24"/>
                <w:szCs w:val="24"/>
              </w:rPr>
              <w:t>,</w:t>
            </w:r>
            <w:r w:rsidR="00F56995">
              <w:rPr>
                <w:sz w:val="24"/>
                <w:szCs w:val="24"/>
              </w:rPr>
              <w:t>88</w:t>
            </w:r>
            <w:bookmarkStart w:id="1" w:name="_GoBack"/>
            <w:bookmarkEnd w:id="1"/>
          </w:p>
          <w:p w:rsidR="003E5C1D" w:rsidRPr="002B53CD" w:rsidRDefault="003E5C1D" w:rsidP="00314326">
            <w:pPr>
              <w:jc w:val="center"/>
              <w:rPr>
                <w:sz w:val="24"/>
                <w:szCs w:val="24"/>
              </w:rPr>
            </w:pPr>
          </w:p>
        </w:tc>
      </w:tr>
      <w:tr w:rsidR="003455A1" w:rsidRPr="002115FC" w:rsidTr="003455A1">
        <w:trPr>
          <w:trHeight w:val="2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A8200C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Рост заработной платы работников учреждений культуры по сравнению с 201</w:t>
            </w:r>
            <w:r w:rsidR="00464922">
              <w:rPr>
                <w:sz w:val="24"/>
                <w:szCs w:val="24"/>
              </w:rPr>
              <w:t>9</w:t>
            </w:r>
            <w:r w:rsidRPr="003455A1">
              <w:rPr>
                <w:sz w:val="24"/>
                <w:szCs w:val="24"/>
              </w:rPr>
              <w:t xml:space="preserve"> годом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>(</w:t>
            </w:r>
            <w:r w:rsidR="00A8200C">
              <w:rPr>
                <w:color w:val="C6D9F1" w:themeColor="text2" w:themeTint="33"/>
                <w:sz w:val="24"/>
                <w:szCs w:val="24"/>
              </w:rPr>
              <w:t>35047,65</w:t>
            </w:r>
            <w:r w:rsidR="006C0710" w:rsidRPr="006C0710">
              <w:rPr>
                <w:color w:val="C6D9F1" w:themeColor="text2" w:themeTint="33"/>
                <w:sz w:val="24"/>
                <w:szCs w:val="24"/>
              </w:rPr>
              <w:t xml:space="preserve">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B53CD" w:rsidRDefault="003E5C1D" w:rsidP="002115FC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4,</w:t>
            </w:r>
            <w:r w:rsidR="00A8200C" w:rsidRPr="002B53CD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B53CD" w:rsidRDefault="000B3D6C" w:rsidP="004E6C4A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4,4</w:t>
            </w:r>
          </w:p>
        </w:tc>
      </w:tr>
      <w:tr w:rsidR="003455A1" w:rsidRPr="002115FC" w:rsidTr="003455A1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A1" w:rsidRPr="002115FC" w:rsidRDefault="003455A1" w:rsidP="003455A1">
            <w:pPr>
              <w:rPr>
                <w:sz w:val="24"/>
                <w:szCs w:val="24"/>
              </w:rPr>
            </w:pPr>
            <w:r w:rsidRPr="003455A1">
              <w:rPr>
                <w:sz w:val="24"/>
                <w:szCs w:val="24"/>
              </w:rPr>
              <w:t>Среднесписочная численность работников муниципальных учреждений культуры</w:t>
            </w:r>
            <w:r w:rsidR="00121660">
              <w:rPr>
                <w:sz w:val="24"/>
                <w:szCs w:val="24"/>
              </w:rPr>
              <w:t xml:space="preserve"> </w:t>
            </w:r>
            <w:r w:rsidR="002A7915">
              <w:rPr>
                <w:sz w:val="24"/>
                <w:szCs w:val="24"/>
              </w:rPr>
              <w:t>(без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A1" w:rsidRPr="002115FC" w:rsidRDefault="003455A1" w:rsidP="00211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B53CD" w:rsidRDefault="00A8200C" w:rsidP="002115FC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5A1" w:rsidRPr="002B53CD" w:rsidRDefault="00A8200C" w:rsidP="00F23B29">
            <w:pPr>
              <w:jc w:val="center"/>
              <w:rPr>
                <w:sz w:val="24"/>
                <w:szCs w:val="24"/>
              </w:rPr>
            </w:pPr>
            <w:r w:rsidRPr="002B53CD">
              <w:rPr>
                <w:sz w:val="24"/>
                <w:szCs w:val="24"/>
              </w:rPr>
              <w:t>6</w:t>
            </w:r>
          </w:p>
        </w:tc>
      </w:tr>
    </w:tbl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55A1" w:rsidRPr="003455A1" w:rsidRDefault="003455A1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Руководитель </w:t>
      </w:r>
      <w:proofErr w:type="gramStart"/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</w:t>
      </w:r>
      <w:proofErr w:type="gramEnd"/>
    </w:p>
    <w:p w:rsidR="002115FC" w:rsidRPr="002115FC" w:rsidRDefault="002115FC" w:rsidP="00211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proofErr w:type="gramStart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 w:rsidR="00D04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>Ефимова Е.Г.</w:t>
      </w:r>
    </w:p>
    <w:p w:rsidR="002115FC" w:rsidRPr="002115FC" w:rsidRDefault="00D209F0" w:rsidP="000D73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(расшифровка подписи)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0D73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(подпись)  </w:t>
      </w:r>
      <w:r w:rsidR="002115FC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2115FC" w:rsidRPr="002115FC" w:rsidRDefault="002115FC" w:rsidP="002115FC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5FC" w:rsidRPr="002115FC" w:rsidRDefault="002115FC" w:rsidP="00D209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Исп. </w:t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8 81366 </w:t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>244-62</w:t>
      </w:r>
    </w:p>
    <w:p w:rsidR="000D73EA" w:rsidRDefault="000D73EA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7BCD" w:rsidRDefault="00BE7BCD" w:rsidP="00BE7BC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стр. </w:t>
      </w:r>
      <w:r w:rsidR="00345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E7B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отчета</w:t>
      </w:r>
    </w:p>
    <w:p w:rsidR="000D73EA" w:rsidRDefault="000D73EA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F6C" w:rsidRDefault="00E67F6C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7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 категории работников муниципальных учреждений культуры</w:t>
      </w:r>
    </w:p>
    <w:p w:rsidR="00C279D4" w:rsidRDefault="00C279D4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МБУ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Большедворский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культурный центр»</w:t>
      </w:r>
    </w:p>
    <w:p w:rsidR="00BE7BCD" w:rsidRDefault="00BE7BCD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74AE" w:rsidRDefault="005274AE" w:rsidP="002115F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4709" w:type="dxa"/>
        <w:tblLayout w:type="fixed"/>
        <w:tblLook w:val="01E0" w:firstRow="1" w:lastRow="1" w:firstColumn="1" w:lastColumn="1" w:noHBand="0" w:noVBand="0"/>
      </w:tblPr>
      <w:tblGrid>
        <w:gridCol w:w="3369"/>
        <w:gridCol w:w="4819"/>
        <w:gridCol w:w="2126"/>
        <w:gridCol w:w="4395"/>
      </w:tblGrid>
      <w:tr w:rsidR="00E67F6C" w:rsidRPr="00E67F6C" w:rsidTr="005274A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Наименование учреждения культуры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Фонд </w:t>
            </w:r>
            <w:r w:rsidR="003455A1" w:rsidRPr="005274AE">
              <w:rPr>
                <w:sz w:val="24"/>
                <w:szCs w:val="24"/>
              </w:rPr>
              <w:t xml:space="preserve"> начисленной </w:t>
            </w:r>
            <w:r w:rsidRPr="005274AE">
              <w:rPr>
                <w:sz w:val="24"/>
                <w:szCs w:val="24"/>
              </w:rPr>
              <w:t xml:space="preserve">заработной платы </w:t>
            </w:r>
            <w:r w:rsidR="00FB447C" w:rsidRPr="005274AE">
              <w:rPr>
                <w:sz w:val="24"/>
                <w:szCs w:val="24"/>
              </w:rPr>
              <w:t xml:space="preserve"> на отчетную дату</w:t>
            </w:r>
            <w:r w:rsidR="005274AE" w:rsidRPr="005274AE">
              <w:rPr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Среднесписочная численность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(без внешних совместителей)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F6C" w:rsidRPr="005274AE" w:rsidRDefault="00E67F6C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Среднемесячная заработная плата</w:t>
            </w:r>
            <w:r w:rsidR="00FB447C" w:rsidRPr="005274AE">
              <w:rPr>
                <w:sz w:val="24"/>
                <w:szCs w:val="24"/>
              </w:rPr>
              <w:t xml:space="preserve"> работников муниципальных учреждений культуры</w:t>
            </w:r>
            <w:r w:rsidR="005274AE" w:rsidRPr="005274AE">
              <w:rPr>
                <w:sz w:val="24"/>
                <w:szCs w:val="24"/>
              </w:rPr>
              <w:t xml:space="preserve"> на отчетную дату</w:t>
            </w:r>
            <w:r w:rsidR="00A45B45">
              <w:rPr>
                <w:sz w:val="24"/>
                <w:szCs w:val="24"/>
              </w:rPr>
              <w:t xml:space="preserve"> </w:t>
            </w:r>
            <w:r w:rsidR="00FB447C" w:rsidRPr="005274AE">
              <w:rPr>
                <w:sz w:val="24"/>
                <w:szCs w:val="24"/>
              </w:rPr>
              <w:t>(руб.)</w:t>
            </w:r>
            <w:r w:rsidR="005274AE" w:rsidRPr="005274AE">
              <w:rPr>
                <w:sz w:val="24"/>
                <w:szCs w:val="24"/>
              </w:rPr>
              <w:t xml:space="preserve"> (гр. 4 = гр. 2/ гр. 3/ № мес., где № мес</w:t>
            </w:r>
            <w:r w:rsidR="00A45B45">
              <w:rPr>
                <w:sz w:val="24"/>
                <w:szCs w:val="24"/>
              </w:rPr>
              <w:t>.</w:t>
            </w:r>
            <w:r w:rsidR="005274AE" w:rsidRPr="005274AE">
              <w:rPr>
                <w:sz w:val="24"/>
                <w:szCs w:val="24"/>
              </w:rPr>
              <w:t xml:space="preserve"> – число в отч</w:t>
            </w:r>
            <w:r w:rsidR="00A45B45">
              <w:rPr>
                <w:sz w:val="24"/>
                <w:szCs w:val="24"/>
              </w:rPr>
              <w:t>ет</w:t>
            </w:r>
            <w:proofErr w:type="gramStart"/>
            <w:r w:rsidR="005274AE" w:rsidRPr="005274AE">
              <w:rPr>
                <w:sz w:val="24"/>
                <w:szCs w:val="24"/>
              </w:rPr>
              <w:t>.</w:t>
            </w:r>
            <w:proofErr w:type="gramEnd"/>
            <w:r w:rsidR="005274AE" w:rsidRPr="005274AE">
              <w:rPr>
                <w:sz w:val="24"/>
                <w:szCs w:val="24"/>
              </w:rPr>
              <w:t xml:space="preserve"> </w:t>
            </w:r>
            <w:proofErr w:type="gramStart"/>
            <w:r w:rsidR="005274AE" w:rsidRPr="005274AE">
              <w:rPr>
                <w:sz w:val="24"/>
                <w:szCs w:val="24"/>
              </w:rPr>
              <w:t>п</w:t>
            </w:r>
            <w:proofErr w:type="gramEnd"/>
            <w:r w:rsidR="005274AE" w:rsidRPr="005274AE">
              <w:rPr>
                <w:sz w:val="24"/>
                <w:szCs w:val="24"/>
              </w:rPr>
              <w:t>ериоде)</w:t>
            </w:r>
          </w:p>
        </w:tc>
      </w:tr>
      <w:tr w:rsidR="005274AE" w:rsidRPr="00E67F6C" w:rsidTr="005274AE"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346D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Всего</w:t>
            </w:r>
          </w:p>
          <w:p w:rsidR="005274AE" w:rsidRPr="005274AE" w:rsidRDefault="005274AE" w:rsidP="00E67F6C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5274AE">
            <w:pPr>
              <w:jc w:val="center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4</w:t>
            </w:r>
          </w:p>
        </w:tc>
      </w:tr>
      <w:tr w:rsidR="005274AE" w:rsidRPr="00E67F6C" w:rsidTr="005274AE">
        <w:trPr>
          <w:trHeight w:val="5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rPr>
                <w:b/>
                <w:sz w:val="24"/>
                <w:szCs w:val="24"/>
              </w:rPr>
            </w:pPr>
            <w:r w:rsidRPr="005274A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A45B45" w:rsidP="005637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658 635,88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A8200C" w:rsidP="00A27CE9">
            <w:pPr>
              <w:jc w:val="center"/>
              <w:rPr>
                <w:sz w:val="24"/>
                <w:szCs w:val="24"/>
              </w:rPr>
            </w:pPr>
            <w:r w:rsidRPr="00803B14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A8200C" w:rsidP="001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61101F">
              <w:rPr>
                <w:sz w:val="24"/>
                <w:szCs w:val="24"/>
              </w:rPr>
              <w:t> 59</w:t>
            </w:r>
            <w:r w:rsidR="0016478E">
              <w:rPr>
                <w:sz w:val="24"/>
                <w:szCs w:val="24"/>
              </w:rPr>
              <w:t>0</w:t>
            </w:r>
            <w:r w:rsidR="0061101F">
              <w:rPr>
                <w:sz w:val="24"/>
                <w:szCs w:val="24"/>
              </w:rPr>
              <w:t>,</w:t>
            </w:r>
            <w:r w:rsidR="0016478E">
              <w:rPr>
                <w:sz w:val="24"/>
                <w:szCs w:val="24"/>
              </w:rPr>
              <w:t>88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в т.ч. библиотеки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музеи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концертные организации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803B14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A27CE9">
            <w:pPr>
              <w:jc w:val="center"/>
              <w:rPr>
                <w:sz w:val="24"/>
                <w:szCs w:val="24"/>
              </w:rPr>
            </w:pPr>
          </w:p>
        </w:tc>
      </w:tr>
      <w:tr w:rsidR="00A8200C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00C" w:rsidRPr="005274AE" w:rsidRDefault="00A8200C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>КДУ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C" w:rsidRPr="005274AE" w:rsidRDefault="00A45B45" w:rsidP="00A45B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658 635,88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C" w:rsidRPr="00803B14" w:rsidRDefault="00A8200C" w:rsidP="001F6AE7">
            <w:pPr>
              <w:jc w:val="center"/>
              <w:rPr>
                <w:sz w:val="24"/>
                <w:szCs w:val="24"/>
              </w:rPr>
            </w:pPr>
            <w:r w:rsidRPr="00803B14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0C" w:rsidRPr="005274AE" w:rsidRDefault="00A8200C" w:rsidP="001647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61101F">
              <w:rPr>
                <w:sz w:val="24"/>
                <w:szCs w:val="24"/>
              </w:rPr>
              <w:t> 59</w:t>
            </w:r>
            <w:r w:rsidR="0016478E">
              <w:rPr>
                <w:sz w:val="24"/>
                <w:szCs w:val="24"/>
              </w:rPr>
              <w:t>0</w:t>
            </w:r>
            <w:r w:rsidR="0061101F">
              <w:rPr>
                <w:sz w:val="24"/>
                <w:szCs w:val="24"/>
              </w:rPr>
              <w:t>,</w:t>
            </w:r>
            <w:r w:rsidR="0016478E">
              <w:rPr>
                <w:sz w:val="24"/>
                <w:szCs w:val="24"/>
              </w:rPr>
              <w:t>88</w:t>
            </w:r>
          </w:p>
        </w:tc>
      </w:tr>
      <w:tr w:rsidR="005274AE" w:rsidRPr="00E67F6C" w:rsidTr="005274A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4AE" w:rsidRPr="005274AE" w:rsidRDefault="005274AE" w:rsidP="00E67F6C">
            <w:pPr>
              <w:jc w:val="right"/>
              <w:rPr>
                <w:sz w:val="24"/>
                <w:szCs w:val="24"/>
              </w:rPr>
            </w:pPr>
            <w:r w:rsidRPr="005274AE">
              <w:rPr>
                <w:sz w:val="24"/>
                <w:szCs w:val="24"/>
              </w:rPr>
              <w:t xml:space="preserve">прочие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AE" w:rsidRPr="005274AE" w:rsidRDefault="005274AE" w:rsidP="00E67F6C">
            <w:pPr>
              <w:rPr>
                <w:sz w:val="24"/>
                <w:szCs w:val="24"/>
              </w:rPr>
            </w:pPr>
          </w:p>
        </w:tc>
      </w:tr>
    </w:tbl>
    <w:p w:rsidR="00F10A15" w:rsidRDefault="00F10A1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Руководитель финансового</w:t>
      </w:r>
    </w:p>
    <w:p w:rsidR="00A27CE9" w:rsidRPr="002115FC" w:rsidRDefault="00A27CE9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______________    </w:t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0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(уполномоченного) органа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       Ефимова Е.Г.</w:t>
      </w:r>
    </w:p>
    <w:p w:rsidR="00A27CE9" w:rsidRPr="002115FC" w:rsidRDefault="00D209F0" w:rsidP="00A27C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(расшифровка подписи)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27C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(подпись)  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 подписи)</w:t>
      </w:r>
    </w:p>
    <w:p w:rsidR="00A27CE9" w:rsidRPr="002115FC" w:rsidRDefault="00A27CE9" w:rsidP="00A27CE9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3EA" w:rsidRPr="002115FC" w:rsidRDefault="006C15DB" w:rsidP="008F64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Исп. _</w:t>
      </w:r>
      <w:r w:rsidR="00A27CE9" w:rsidRPr="00211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____, тел.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81366 244-62</w:t>
      </w:r>
    </w:p>
    <w:sectPr w:rsidR="000D73EA" w:rsidRPr="002115FC" w:rsidSect="00557BA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DE8" w:rsidRDefault="001D4DE8" w:rsidP="00E67F6C">
      <w:pPr>
        <w:spacing w:after="0" w:line="240" w:lineRule="auto"/>
      </w:pPr>
      <w:r>
        <w:separator/>
      </w:r>
    </w:p>
  </w:endnote>
  <w:endnote w:type="continuationSeparator" w:id="0">
    <w:p w:rsidR="001D4DE8" w:rsidRDefault="001D4DE8" w:rsidP="00E67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DE8" w:rsidRDefault="001D4DE8" w:rsidP="00E67F6C">
      <w:pPr>
        <w:spacing w:after="0" w:line="240" w:lineRule="auto"/>
      </w:pPr>
      <w:r>
        <w:separator/>
      </w:r>
    </w:p>
  </w:footnote>
  <w:footnote w:type="continuationSeparator" w:id="0">
    <w:p w:rsidR="001D4DE8" w:rsidRDefault="001D4DE8" w:rsidP="00E67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607"/>
    <w:multiLevelType w:val="hybridMultilevel"/>
    <w:tmpl w:val="8D627E40"/>
    <w:lvl w:ilvl="0" w:tplc="B7CEF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42572"/>
    <w:multiLevelType w:val="hybridMultilevel"/>
    <w:tmpl w:val="77766CB2"/>
    <w:lvl w:ilvl="0" w:tplc="B7CEF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55D2"/>
    <w:multiLevelType w:val="hybridMultilevel"/>
    <w:tmpl w:val="639E06DE"/>
    <w:lvl w:ilvl="0" w:tplc="B45EF6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AF956E1"/>
    <w:multiLevelType w:val="hybridMultilevel"/>
    <w:tmpl w:val="1FEABD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5C6"/>
    <w:rsid w:val="00000C5F"/>
    <w:rsid w:val="00002F2C"/>
    <w:rsid w:val="000225C5"/>
    <w:rsid w:val="00037779"/>
    <w:rsid w:val="00043C7C"/>
    <w:rsid w:val="000523E7"/>
    <w:rsid w:val="000565B0"/>
    <w:rsid w:val="00075CD3"/>
    <w:rsid w:val="000922AC"/>
    <w:rsid w:val="000B310E"/>
    <w:rsid w:val="000B3D6C"/>
    <w:rsid w:val="000C0401"/>
    <w:rsid w:val="000C0B76"/>
    <w:rsid w:val="000C7C7B"/>
    <w:rsid w:val="000D73EA"/>
    <w:rsid w:val="000E0616"/>
    <w:rsid w:val="000E72A3"/>
    <w:rsid w:val="000F180B"/>
    <w:rsid w:val="0010167E"/>
    <w:rsid w:val="00121660"/>
    <w:rsid w:val="001309DA"/>
    <w:rsid w:val="0015307E"/>
    <w:rsid w:val="0016478E"/>
    <w:rsid w:val="0018556E"/>
    <w:rsid w:val="0018619B"/>
    <w:rsid w:val="00195F98"/>
    <w:rsid w:val="00196100"/>
    <w:rsid w:val="001967D9"/>
    <w:rsid w:val="001D4ACC"/>
    <w:rsid w:val="001D4DE8"/>
    <w:rsid w:val="001D5F09"/>
    <w:rsid w:val="001F2F1A"/>
    <w:rsid w:val="002115FC"/>
    <w:rsid w:val="002130F0"/>
    <w:rsid w:val="00213476"/>
    <w:rsid w:val="002145F6"/>
    <w:rsid w:val="002169E0"/>
    <w:rsid w:val="002271F0"/>
    <w:rsid w:val="002320AE"/>
    <w:rsid w:val="00280389"/>
    <w:rsid w:val="002825EB"/>
    <w:rsid w:val="002A544B"/>
    <w:rsid w:val="002A7915"/>
    <w:rsid w:val="002B1C69"/>
    <w:rsid w:val="002B2380"/>
    <w:rsid w:val="002B53CD"/>
    <w:rsid w:val="002D405A"/>
    <w:rsid w:val="002F03E0"/>
    <w:rsid w:val="00314326"/>
    <w:rsid w:val="0032178F"/>
    <w:rsid w:val="00327F51"/>
    <w:rsid w:val="003342D5"/>
    <w:rsid w:val="00342FB4"/>
    <w:rsid w:val="003445B1"/>
    <w:rsid w:val="003455A1"/>
    <w:rsid w:val="00346DB4"/>
    <w:rsid w:val="003511AC"/>
    <w:rsid w:val="0036594A"/>
    <w:rsid w:val="0037636E"/>
    <w:rsid w:val="00390902"/>
    <w:rsid w:val="003B2636"/>
    <w:rsid w:val="003D06FF"/>
    <w:rsid w:val="003E3DA9"/>
    <w:rsid w:val="003E5C1D"/>
    <w:rsid w:val="00406E6B"/>
    <w:rsid w:val="00417E49"/>
    <w:rsid w:val="004262C8"/>
    <w:rsid w:val="004319AC"/>
    <w:rsid w:val="00445421"/>
    <w:rsid w:val="00457D40"/>
    <w:rsid w:val="00464922"/>
    <w:rsid w:val="00471B12"/>
    <w:rsid w:val="0047438C"/>
    <w:rsid w:val="004A51E1"/>
    <w:rsid w:val="004B59EA"/>
    <w:rsid w:val="004C4CB1"/>
    <w:rsid w:val="004D7F1E"/>
    <w:rsid w:val="004E6C4A"/>
    <w:rsid w:val="004F2095"/>
    <w:rsid w:val="0051398C"/>
    <w:rsid w:val="00514E54"/>
    <w:rsid w:val="005274AE"/>
    <w:rsid w:val="00557BAA"/>
    <w:rsid w:val="0056375E"/>
    <w:rsid w:val="0057514E"/>
    <w:rsid w:val="00581827"/>
    <w:rsid w:val="00581BDE"/>
    <w:rsid w:val="00586571"/>
    <w:rsid w:val="005B4461"/>
    <w:rsid w:val="005C4F9F"/>
    <w:rsid w:val="005C6672"/>
    <w:rsid w:val="005C69C0"/>
    <w:rsid w:val="005D306B"/>
    <w:rsid w:val="005D30E7"/>
    <w:rsid w:val="005F0EC2"/>
    <w:rsid w:val="0061101F"/>
    <w:rsid w:val="00626A65"/>
    <w:rsid w:val="00655FCD"/>
    <w:rsid w:val="0066576D"/>
    <w:rsid w:val="006723C2"/>
    <w:rsid w:val="006742AD"/>
    <w:rsid w:val="006901D6"/>
    <w:rsid w:val="00695D5C"/>
    <w:rsid w:val="006B79CC"/>
    <w:rsid w:val="006C0710"/>
    <w:rsid w:val="006C15DB"/>
    <w:rsid w:val="006C5226"/>
    <w:rsid w:val="006C54FE"/>
    <w:rsid w:val="006C5846"/>
    <w:rsid w:val="006D53EA"/>
    <w:rsid w:val="006E4DE3"/>
    <w:rsid w:val="006E6AE9"/>
    <w:rsid w:val="00716BD9"/>
    <w:rsid w:val="007260BC"/>
    <w:rsid w:val="00770DDA"/>
    <w:rsid w:val="00773B5C"/>
    <w:rsid w:val="00784331"/>
    <w:rsid w:val="00787E48"/>
    <w:rsid w:val="007947B8"/>
    <w:rsid w:val="00796D38"/>
    <w:rsid w:val="007A5077"/>
    <w:rsid w:val="007A5C6D"/>
    <w:rsid w:val="007D5339"/>
    <w:rsid w:val="007E6B60"/>
    <w:rsid w:val="007F4E10"/>
    <w:rsid w:val="007F5BDC"/>
    <w:rsid w:val="007F644D"/>
    <w:rsid w:val="00802E9C"/>
    <w:rsid w:val="00803B14"/>
    <w:rsid w:val="00803D46"/>
    <w:rsid w:val="00805630"/>
    <w:rsid w:val="00826D09"/>
    <w:rsid w:val="008320BB"/>
    <w:rsid w:val="0083380A"/>
    <w:rsid w:val="008445AC"/>
    <w:rsid w:val="008507B6"/>
    <w:rsid w:val="00857760"/>
    <w:rsid w:val="00872D43"/>
    <w:rsid w:val="008801C0"/>
    <w:rsid w:val="008A4BFD"/>
    <w:rsid w:val="008C67B7"/>
    <w:rsid w:val="008E30EE"/>
    <w:rsid w:val="008F3562"/>
    <w:rsid w:val="008F642D"/>
    <w:rsid w:val="009353C7"/>
    <w:rsid w:val="00967DE5"/>
    <w:rsid w:val="009751E8"/>
    <w:rsid w:val="00975548"/>
    <w:rsid w:val="009B67DE"/>
    <w:rsid w:val="009C31D3"/>
    <w:rsid w:val="009C560B"/>
    <w:rsid w:val="009F7D4D"/>
    <w:rsid w:val="00A07BE7"/>
    <w:rsid w:val="00A10971"/>
    <w:rsid w:val="00A174F1"/>
    <w:rsid w:val="00A25101"/>
    <w:rsid w:val="00A27CE9"/>
    <w:rsid w:val="00A35DF7"/>
    <w:rsid w:val="00A45B45"/>
    <w:rsid w:val="00A5194F"/>
    <w:rsid w:val="00A52276"/>
    <w:rsid w:val="00A76095"/>
    <w:rsid w:val="00A80034"/>
    <w:rsid w:val="00A8200C"/>
    <w:rsid w:val="00A84C78"/>
    <w:rsid w:val="00A964D7"/>
    <w:rsid w:val="00AB5D65"/>
    <w:rsid w:val="00AC7932"/>
    <w:rsid w:val="00AE4692"/>
    <w:rsid w:val="00AF6654"/>
    <w:rsid w:val="00AF7866"/>
    <w:rsid w:val="00B3177C"/>
    <w:rsid w:val="00B37C10"/>
    <w:rsid w:val="00B620C5"/>
    <w:rsid w:val="00B872D5"/>
    <w:rsid w:val="00BC1126"/>
    <w:rsid w:val="00BC5AE7"/>
    <w:rsid w:val="00BC6618"/>
    <w:rsid w:val="00BE7BCD"/>
    <w:rsid w:val="00BF5EBD"/>
    <w:rsid w:val="00C16CEC"/>
    <w:rsid w:val="00C279D4"/>
    <w:rsid w:val="00C27B2F"/>
    <w:rsid w:val="00C32E2B"/>
    <w:rsid w:val="00C4456E"/>
    <w:rsid w:val="00C462D5"/>
    <w:rsid w:val="00C51948"/>
    <w:rsid w:val="00C726A4"/>
    <w:rsid w:val="00C728C2"/>
    <w:rsid w:val="00C91D69"/>
    <w:rsid w:val="00C9524D"/>
    <w:rsid w:val="00CA0364"/>
    <w:rsid w:val="00CA53DB"/>
    <w:rsid w:val="00CA55D3"/>
    <w:rsid w:val="00CB0375"/>
    <w:rsid w:val="00CC111E"/>
    <w:rsid w:val="00D04A77"/>
    <w:rsid w:val="00D209F0"/>
    <w:rsid w:val="00D32522"/>
    <w:rsid w:val="00D44239"/>
    <w:rsid w:val="00D4583F"/>
    <w:rsid w:val="00D50064"/>
    <w:rsid w:val="00D50139"/>
    <w:rsid w:val="00D74874"/>
    <w:rsid w:val="00D858D2"/>
    <w:rsid w:val="00D941E4"/>
    <w:rsid w:val="00D965C6"/>
    <w:rsid w:val="00DA04A4"/>
    <w:rsid w:val="00DD0D9F"/>
    <w:rsid w:val="00E27B8F"/>
    <w:rsid w:val="00E67F6C"/>
    <w:rsid w:val="00E76B3D"/>
    <w:rsid w:val="00E905AC"/>
    <w:rsid w:val="00EA68AB"/>
    <w:rsid w:val="00EB026F"/>
    <w:rsid w:val="00EB1B6B"/>
    <w:rsid w:val="00EB397D"/>
    <w:rsid w:val="00EC502A"/>
    <w:rsid w:val="00EF7041"/>
    <w:rsid w:val="00F03AAA"/>
    <w:rsid w:val="00F05506"/>
    <w:rsid w:val="00F10516"/>
    <w:rsid w:val="00F10A15"/>
    <w:rsid w:val="00F23B29"/>
    <w:rsid w:val="00F26B22"/>
    <w:rsid w:val="00F3692F"/>
    <w:rsid w:val="00F530BF"/>
    <w:rsid w:val="00F56995"/>
    <w:rsid w:val="00F62312"/>
    <w:rsid w:val="00F63616"/>
    <w:rsid w:val="00F67F2D"/>
    <w:rsid w:val="00F90EB0"/>
    <w:rsid w:val="00F92CD7"/>
    <w:rsid w:val="00F97821"/>
    <w:rsid w:val="00FB447C"/>
    <w:rsid w:val="00FE41A9"/>
    <w:rsid w:val="00FF3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389"/>
    <w:pPr>
      <w:ind w:left="720"/>
      <w:contextualSpacing/>
    </w:pPr>
  </w:style>
  <w:style w:type="paragraph" w:customStyle="1" w:styleId="Style14">
    <w:name w:val="Style14"/>
    <w:basedOn w:val="a"/>
    <w:rsid w:val="00342FB4"/>
    <w:pPr>
      <w:widowControl w:val="0"/>
      <w:autoSpaceDE w:val="0"/>
      <w:autoSpaceDN w:val="0"/>
      <w:adjustRightInd w:val="0"/>
      <w:spacing w:after="0" w:line="322" w:lineRule="exact"/>
      <w:ind w:firstLine="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342FB4"/>
    <w:rPr>
      <w:rFonts w:ascii="Times New Roman" w:hAnsi="Times New Roman" w:cs="Times New Roman" w:hint="default"/>
      <w:sz w:val="26"/>
      <w:szCs w:val="26"/>
    </w:rPr>
  </w:style>
  <w:style w:type="table" w:styleId="a4">
    <w:name w:val="Table Grid"/>
    <w:basedOn w:val="a1"/>
    <w:rsid w:val="00351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E67F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E67F6C"/>
    <w:rPr>
      <w:vertAlign w:val="superscript"/>
    </w:rPr>
  </w:style>
  <w:style w:type="table" w:customStyle="1" w:styleId="1">
    <w:name w:val="Сетка таблицы1"/>
    <w:basedOn w:val="a1"/>
    <w:next w:val="a4"/>
    <w:rsid w:val="00E67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34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42D5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4"/>
    <w:rsid w:val="00211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E7B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7B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CD7B2-6DD8-4771-9E8F-799C3249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27</cp:revision>
  <cp:lastPrinted>2020-03-02T10:38:00Z</cp:lastPrinted>
  <dcterms:created xsi:type="dcterms:W3CDTF">2020-01-30T13:44:00Z</dcterms:created>
  <dcterms:modified xsi:type="dcterms:W3CDTF">2020-03-28T11:44:00Z</dcterms:modified>
</cp:coreProperties>
</file>